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 xml:space="preserve">(označení dle </w:t>
            </w:r>
            <w:r w:rsidR="007D7EE3" w:rsidRPr="00404764">
              <w:rPr>
                <w:noProof/>
                <w:vanish/>
                <w:szCs w:val="20"/>
              </w:rPr>
              <w:lastRenderedPageBreak/>
              <w:t>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lastRenderedPageBreak/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39BC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EA7E19-8B8F-4782-AD7F-889ADA587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85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Uhlík Dominik, Bc.</cp:lastModifiedBy>
  <cp:revision>27</cp:revision>
  <cp:lastPrinted>2022-03-23T11:11:00Z</cp:lastPrinted>
  <dcterms:created xsi:type="dcterms:W3CDTF">2023-04-17T12:23:00Z</dcterms:created>
  <dcterms:modified xsi:type="dcterms:W3CDTF">2024-06-18T07:53:00Z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